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D0D67D" w14:textId="77777777" w:rsidR="00C74455" w:rsidRDefault="00C74455" w:rsidP="0069129C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14:paraId="0EC15F64" w14:textId="7496ECEF" w:rsidR="009A54BB" w:rsidRDefault="009A54BB" w:rsidP="009A54BB">
      <w:r>
        <w:t>Handwasbak vervaardigd uit sanitair porselein met kraangat en assymetrische overloop</w:t>
      </w:r>
    </w:p>
    <w:p w14:paraId="4340B1AC" w14:textId="77777777" w:rsidR="002926F1" w:rsidRDefault="002926F1" w:rsidP="002926F1">
      <w:r>
        <w:t>De overloop bevindt zich aan de achterzijde van de wastafel.</w:t>
      </w:r>
    </w:p>
    <w:p w14:paraId="30712EF1" w14:textId="49CFE866" w:rsidR="002926F1" w:rsidRDefault="002926F1" w:rsidP="002926F1">
      <w:r>
        <w:t>De overloop is assymetrisch rechts voorzien en is verwerkt in het porselein</w:t>
      </w:r>
    </w:p>
    <w:p w14:paraId="52F2227B" w14:textId="77777777" w:rsidR="002926F1" w:rsidRDefault="009A54BB" w:rsidP="002926F1">
      <w:r>
        <w:t>De handwasbak heeft een bolvormig vooraanzicht met een vlakke rug voor een makkelijke wandmontage</w:t>
      </w:r>
      <w:r w:rsidR="002926F1">
        <w:t>.  Naar achter toe loopt de handwasbak breder uit.</w:t>
      </w:r>
    </w:p>
    <w:p w14:paraId="2E21A572" w14:textId="77777777" w:rsidR="002926F1" w:rsidRDefault="002926F1" w:rsidP="002926F1">
      <w:r>
        <w:t>De hoogte van handwasbak is van die aard dat de ophanging niet zichtbaar is langs de buitenzijde</w:t>
      </w:r>
    </w:p>
    <w:p w14:paraId="4B642C69" w14:textId="77777777" w:rsidR="009A54BB" w:rsidRDefault="009A54BB" w:rsidP="009A54BB">
      <w:r>
        <w:t xml:space="preserve">Het kraanvlak is volledig vlak met één centraal kraangat.  </w:t>
      </w:r>
    </w:p>
    <w:p w14:paraId="5D089CB2" w14:textId="29A5ECA3" w:rsidR="009A54BB" w:rsidRDefault="009A54BB" w:rsidP="009A54BB">
      <w:r>
        <w:t xml:space="preserve">De binnenkant van de handwasbak is volledig afgerond.  Door de ronde hoeken wordt het onderhoud makkelijker.  </w:t>
      </w:r>
    </w:p>
    <w:p w14:paraId="2E704FBA" w14:textId="77777777" w:rsidR="00A624B9" w:rsidRPr="000D54BA" w:rsidRDefault="00A624B9" w:rsidP="00A624B9">
      <w:pPr>
        <w:rPr>
          <w:rFonts w:cs="Arial"/>
          <w:szCs w:val="24"/>
        </w:rPr>
      </w:pPr>
      <w:r w:rsidRPr="000D54BA">
        <w:rPr>
          <w:rFonts w:cs="Arial"/>
          <w:szCs w:val="24"/>
        </w:rPr>
        <w:t>Het logo van de fabrikant is op subtiele wijze en in een lichte kleur aangebracht op het porselein</w:t>
      </w:r>
    </w:p>
    <w:p w14:paraId="25AF5E1A" w14:textId="77777777" w:rsidR="009A54BB" w:rsidRPr="009A54BB" w:rsidRDefault="009A54BB" w:rsidP="009A54BB"/>
    <w:p w14:paraId="53B9C284" w14:textId="77777777" w:rsidR="009A54BB" w:rsidRPr="009A54BB" w:rsidRDefault="009A54BB" w:rsidP="009A54BB"/>
    <w:p w14:paraId="18682F34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6FE78AEC" w14:textId="77777777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20C95FF2" w14:textId="77777777" w:rsidR="002F1A08" w:rsidRDefault="002F1A08" w:rsidP="002F1A08">
      <w:r>
        <w:t>De materie is glasporselein met een max wateropname van 0.5%.</w:t>
      </w:r>
    </w:p>
    <w:p w14:paraId="68728314" w14:textId="77777777" w:rsidR="002F1A08" w:rsidRPr="002F1A08" w:rsidRDefault="002F1A08" w:rsidP="002F1A08">
      <w:pPr>
        <w:ind w:left="567"/>
        <w:rPr>
          <w:u w:val="single"/>
        </w:rPr>
      </w:pPr>
    </w:p>
    <w:p w14:paraId="0C1B9100" w14:textId="77777777" w:rsidR="008A5169" w:rsidRDefault="008A5169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14:paraId="62BAF69B" w14:textId="77777777" w:rsidR="002926F1" w:rsidRDefault="00DD0E11" w:rsidP="002926F1">
      <w:r>
        <w:t>Geëmailleerd</w:t>
      </w:r>
      <w:r w:rsidR="002926F1">
        <w:t>:  dikte van de email laag is 0.6µ</w:t>
      </w:r>
    </w:p>
    <w:p w14:paraId="5F081713" w14:textId="7EB78C67" w:rsidR="00DD0E11" w:rsidRDefault="00DD0E11" w:rsidP="00DD0E11">
      <w:r>
        <w:t xml:space="preserve">Mechanische belasting van 150kg gedurende 1 uur </w:t>
      </w:r>
    </w:p>
    <w:p w14:paraId="546A0D24" w14:textId="77777777" w:rsidR="00EC40BB" w:rsidRDefault="00EC40BB" w:rsidP="00DD0E11">
      <w:r>
        <w:t>EN14688</w:t>
      </w:r>
    </w:p>
    <w:p w14:paraId="75C52157" w14:textId="5DFC621E" w:rsidR="00A9614D" w:rsidRDefault="005F4D52" w:rsidP="00DD0E11">
      <w:r>
        <w:t>Diepte:</w:t>
      </w:r>
      <w:r>
        <w:tab/>
      </w:r>
      <w:r w:rsidR="00D53342">
        <w:t>29</w:t>
      </w:r>
      <w:r>
        <w:t>cm</w:t>
      </w:r>
    </w:p>
    <w:p w14:paraId="6DCD4DED" w14:textId="53B3960C" w:rsidR="005F4D52" w:rsidRDefault="005F4D52" w:rsidP="00DD0E11">
      <w:r>
        <w:t>Breedte:</w:t>
      </w:r>
      <w:r>
        <w:tab/>
      </w:r>
      <w:r w:rsidR="00D53342">
        <w:t>36</w:t>
      </w:r>
      <w:r>
        <w:t>cm</w:t>
      </w:r>
    </w:p>
    <w:p w14:paraId="78336EB0" w14:textId="554AB8DE" w:rsidR="005F4D52" w:rsidRDefault="005F4D52" w:rsidP="00DD0E11">
      <w:r>
        <w:t>Hoogte:</w:t>
      </w:r>
      <w:r>
        <w:tab/>
      </w:r>
      <w:r w:rsidR="00DC638C">
        <w:t>1</w:t>
      </w:r>
      <w:r w:rsidR="00D53342">
        <w:t>5</w:t>
      </w:r>
      <w:r>
        <w:t>cm</w:t>
      </w:r>
    </w:p>
    <w:p w14:paraId="682A3DDC" w14:textId="77777777" w:rsidR="005F4D52" w:rsidRPr="00DD0E11" w:rsidRDefault="005F4D52" w:rsidP="00DD0E11">
      <w:r>
        <w:t xml:space="preserve">Kleur: </w:t>
      </w:r>
      <w:r>
        <w:tab/>
      </w:r>
      <w:r>
        <w:tab/>
        <w:t>Wit</w:t>
      </w:r>
    </w:p>
    <w:p w14:paraId="37941EBA" w14:textId="77777777" w:rsidR="00C206EA" w:rsidRDefault="00C206EA" w:rsidP="008A5169">
      <w:pPr>
        <w:pStyle w:val="Bulleted2"/>
        <w:numPr>
          <w:ilvl w:val="0"/>
          <w:numId w:val="0"/>
        </w:numPr>
      </w:pPr>
    </w:p>
    <w:p w14:paraId="486B9E6F" w14:textId="77777777" w:rsidR="00586B18" w:rsidRDefault="008A5169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63A9F27F" w14:textId="77777777" w:rsidR="009A54BB" w:rsidRPr="009A54BB" w:rsidRDefault="009A54BB" w:rsidP="009A54BB">
      <w:r>
        <w:t>Voor de plaatsing zijn montage gaten in de rug van de handwasbak voorzien</w:t>
      </w:r>
    </w:p>
    <w:p w14:paraId="09C8DABE" w14:textId="77777777" w:rsidR="00106C8C" w:rsidRDefault="00106C8C" w:rsidP="008A5169">
      <w:pPr>
        <w:pStyle w:val="Bulleted1"/>
        <w:numPr>
          <w:ilvl w:val="0"/>
          <w:numId w:val="0"/>
        </w:numPr>
      </w:pPr>
    </w:p>
    <w:p w14:paraId="797C4E03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30C9C2A0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473C3F94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6D5FE73B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1336B3CE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349C9292" w14:textId="77777777" w:rsidR="00DD0E11" w:rsidRDefault="00DD0E11" w:rsidP="008A5169">
      <w:pPr>
        <w:pStyle w:val="Bulleted1"/>
        <w:numPr>
          <w:ilvl w:val="0"/>
          <w:numId w:val="0"/>
        </w:numPr>
      </w:pPr>
    </w:p>
    <w:p w14:paraId="75AFAF5F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6FE7C286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1E862D41" w14:textId="77777777" w:rsidR="00586B18" w:rsidRDefault="00502659" w:rsidP="00586B18">
      <w:pPr>
        <w:pStyle w:val="Kop1"/>
        <w:rPr>
          <w:b/>
          <w:bCs/>
        </w:rPr>
      </w:pPr>
      <w:r>
        <w:rPr>
          <w:b/>
          <w:bCs/>
        </w:rPr>
        <w:lastRenderedPageBreak/>
        <w:t>A</w:t>
      </w:r>
      <w:r w:rsidR="00C454A1">
        <w:rPr>
          <w:b/>
          <w:bCs/>
        </w:rPr>
        <w:t>f</w:t>
      </w:r>
      <w:r w:rsidR="00586B18">
        <w:rPr>
          <w:b/>
          <w:bCs/>
        </w:rPr>
        <w:t>beelding</w:t>
      </w:r>
    </w:p>
    <w:p w14:paraId="1C82CD77" w14:textId="77777777" w:rsidR="00C454A1" w:rsidRPr="00C454A1" w:rsidRDefault="00C454A1" w:rsidP="00C454A1"/>
    <w:p w14:paraId="61110035" w14:textId="77777777" w:rsidR="00586B18" w:rsidRPr="00586B18" w:rsidRDefault="00586B18" w:rsidP="00586B18"/>
    <w:p w14:paraId="6441D103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4BFC3F2C" w14:textId="39733116" w:rsidR="008A5169" w:rsidRDefault="00483108" w:rsidP="008A5169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132EF4C8" wp14:editId="6CBD2D8A">
            <wp:extent cx="5977255" cy="3311525"/>
            <wp:effectExtent l="0" t="0" r="4445" b="317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77255" cy="3311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5169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D4510F" w14:textId="77777777" w:rsidR="00CF312A" w:rsidRDefault="00CF312A">
      <w:r>
        <w:separator/>
      </w:r>
    </w:p>
  </w:endnote>
  <w:endnote w:type="continuationSeparator" w:id="0">
    <w:p w14:paraId="2DBE691C" w14:textId="77777777" w:rsidR="00CF312A" w:rsidRDefault="00CF312A">
      <w:r>
        <w:continuationSeparator/>
      </w:r>
    </w:p>
  </w:endnote>
  <w:endnote w:type="continuationNotice" w:id="1">
    <w:p w14:paraId="495A5C4F" w14:textId="77777777" w:rsidR="00CF312A" w:rsidRDefault="00CF312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7E513B36" w14:textId="77777777">
      <w:tc>
        <w:tcPr>
          <w:tcW w:w="3392" w:type="dxa"/>
        </w:tcPr>
        <w:p w14:paraId="29ECA35A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76437F4C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16776B04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0D5980C1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6648D6" w14:textId="77777777" w:rsidR="00CF312A" w:rsidRDefault="00CF312A">
      <w:r>
        <w:separator/>
      </w:r>
    </w:p>
  </w:footnote>
  <w:footnote w:type="continuationSeparator" w:id="0">
    <w:p w14:paraId="4863089B" w14:textId="77777777" w:rsidR="00CF312A" w:rsidRDefault="00CF312A">
      <w:r>
        <w:continuationSeparator/>
      </w:r>
    </w:p>
  </w:footnote>
  <w:footnote w:type="continuationNotice" w:id="1">
    <w:p w14:paraId="3D4AA9EA" w14:textId="77777777" w:rsidR="00CF312A" w:rsidRDefault="00CF312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A92F49" w14:textId="07F099F1" w:rsidR="00586B18" w:rsidRPr="001332A1" w:rsidRDefault="006E7CAF" w:rsidP="00080B0F">
    <w:pPr>
      <w:pStyle w:val="Koptekst"/>
      <w:rPr>
        <w:rFonts w:ascii="Arial" w:hAnsi="Arial" w:cs="Arial"/>
        <w:b/>
        <w:szCs w:val="24"/>
        <w:lang w:val="nl-BE"/>
      </w:rPr>
    </w:pPr>
    <w:r w:rsidRPr="001332A1">
      <w:rPr>
        <w:rFonts w:ascii="Arial" w:hAnsi="Arial" w:cs="Arial"/>
        <w:b/>
        <w:szCs w:val="24"/>
        <w:lang w:val="nl-BE"/>
      </w:rPr>
      <w:t xml:space="preserve">Geberit </w:t>
    </w:r>
    <w:r w:rsidR="002363E9">
      <w:rPr>
        <w:rFonts w:ascii="Arial" w:hAnsi="Arial" w:cs="Arial"/>
        <w:b/>
        <w:szCs w:val="24"/>
        <w:lang w:val="nl-BE"/>
      </w:rPr>
      <w:t>Sel</w:t>
    </w:r>
    <w:r w:rsidRPr="001332A1">
      <w:rPr>
        <w:rFonts w:ascii="Arial" w:hAnsi="Arial" w:cs="Arial"/>
        <w:b/>
        <w:szCs w:val="24"/>
        <w:lang w:val="nl-BE"/>
      </w:rPr>
      <w:t xml:space="preserve">nova </w:t>
    </w:r>
    <w:r w:rsidR="009A54BB">
      <w:rPr>
        <w:rFonts w:ascii="Arial" w:hAnsi="Arial" w:cs="Arial"/>
        <w:b/>
        <w:szCs w:val="24"/>
        <w:lang w:val="nl-BE"/>
      </w:rPr>
      <w:t>handwasbak</w:t>
    </w:r>
    <w:r w:rsidR="00586B18" w:rsidRPr="001332A1">
      <w:rPr>
        <w:rFonts w:ascii="Arial" w:hAnsi="Arial" w:cs="Arial"/>
        <w:b/>
        <w:szCs w:val="24"/>
        <w:lang w:val="nl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5419B40A" wp14:editId="791CCC9B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887DE2E" w14:textId="77777777" w:rsidR="009A54BB" w:rsidRDefault="009A54BB" w:rsidP="00080B0F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>Centraal kraangat</w:t>
    </w:r>
  </w:p>
  <w:p w14:paraId="0F6382AD" w14:textId="77777777" w:rsidR="00025544" w:rsidRPr="001332A1" w:rsidRDefault="009A54BB" w:rsidP="00080B0F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>Met overloop</w:t>
    </w:r>
    <w:r w:rsidR="00C272EF" w:rsidRPr="001332A1">
      <w:rPr>
        <w:rFonts w:ascii="Arial" w:hAnsi="Arial" w:cs="Arial"/>
        <w:b/>
        <w:szCs w:val="24"/>
        <w:lang w:val="nl-BE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631331163">
    <w:abstractNumId w:val="18"/>
  </w:num>
  <w:num w:numId="2" w16cid:durableId="1414936622">
    <w:abstractNumId w:val="24"/>
  </w:num>
  <w:num w:numId="3" w16cid:durableId="1517380681">
    <w:abstractNumId w:val="4"/>
  </w:num>
  <w:num w:numId="4" w16cid:durableId="410661436">
    <w:abstractNumId w:val="3"/>
  </w:num>
  <w:num w:numId="5" w16cid:durableId="1857957050">
    <w:abstractNumId w:val="14"/>
  </w:num>
  <w:num w:numId="6" w16cid:durableId="1228222766">
    <w:abstractNumId w:val="16"/>
  </w:num>
  <w:num w:numId="7" w16cid:durableId="901523680">
    <w:abstractNumId w:val="6"/>
  </w:num>
  <w:num w:numId="8" w16cid:durableId="1886985692">
    <w:abstractNumId w:val="21"/>
  </w:num>
  <w:num w:numId="9" w16cid:durableId="1799452923">
    <w:abstractNumId w:val="27"/>
  </w:num>
  <w:num w:numId="10" w16cid:durableId="926963387">
    <w:abstractNumId w:val="2"/>
  </w:num>
  <w:num w:numId="11" w16cid:durableId="1066688984">
    <w:abstractNumId w:val="13"/>
  </w:num>
  <w:num w:numId="12" w16cid:durableId="1874229781">
    <w:abstractNumId w:val="12"/>
  </w:num>
  <w:num w:numId="13" w16cid:durableId="505829503">
    <w:abstractNumId w:val="26"/>
  </w:num>
  <w:num w:numId="14" w16cid:durableId="693650550">
    <w:abstractNumId w:val="8"/>
  </w:num>
  <w:num w:numId="15" w16cid:durableId="498624010">
    <w:abstractNumId w:val="0"/>
  </w:num>
  <w:num w:numId="16" w16cid:durableId="1180463042">
    <w:abstractNumId w:val="11"/>
  </w:num>
  <w:num w:numId="17" w16cid:durableId="269432680">
    <w:abstractNumId w:val="5"/>
  </w:num>
  <w:num w:numId="18" w16cid:durableId="905843146">
    <w:abstractNumId w:val="22"/>
  </w:num>
  <w:num w:numId="19" w16cid:durableId="1109278037">
    <w:abstractNumId w:val="23"/>
  </w:num>
  <w:num w:numId="20" w16cid:durableId="49043714">
    <w:abstractNumId w:val="20"/>
  </w:num>
  <w:num w:numId="21" w16cid:durableId="919947062">
    <w:abstractNumId w:val="19"/>
  </w:num>
  <w:num w:numId="22" w16cid:durableId="116146639">
    <w:abstractNumId w:val="15"/>
  </w:num>
  <w:num w:numId="23" w16cid:durableId="1206679615">
    <w:abstractNumId w:val="25"/>
  </w:num>
  <w:num w:numId="24" w16cid:durableId="1120033287">
    <w:abstractNumId w:val="9"/>
  </w:num>
  <w:num w:numId="25" w16cid:durableId="162091516">
    <w:abstractNumId w:val="10"/>
  </w:num>
  <w:num w:numId="26" w16cid:durableId="1562061061">
    <w:abstractNumId w:val="1"/>
  </w:num>
  <w:num w:numId="27" w16cid:durableId="1492210540">
    <w:abstractNumId w:val="17"/>
  </w:num>
  <w:num w:numId="28" w16cid:durableId="1298104000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48CB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3E9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8788E"/>
    <w:rsid w:val="002926F1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11C5B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77"/>
    <w:rsid w:val="00471FF7"/>
    <w:rsid w:val="00472918"/>
    <w:rsid w:val="004745E4"/>
    <w:rsid w:val="0047796A"/>
    <w:rsid w:val="004813F9"/>
    <w:rsid w:val="00483108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1E9D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4D52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42647"/>
    <w:rsid w:val="00756D47"/>
    <w:rsid w:val="00757F26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2A05"/>
    <w:rsid w:val="008B4545"/>
    <w:rsid w:val="008B4F72"/>
    <w:rsid w:val="008B5A11"/>
    <w:rsid w:val="008F0D14"/>
    <w:rsid w:val="008F348A"/>
    <w:rsid w:val="0090283D"/>
    <w:rsid w:val="0090294B"/>
    <w:rsid w:val="0091479D"/>
    <w:rsid w:val="00923A7F"/>
    <w:rsid w:val="00924A9D"/>
    <w:rsid w:val="0092661F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A54BB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624B9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9614D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CF312A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3342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C638C"/>
    <w:rsid w:val="00DD0E11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40BB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31E33CA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2926F1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54106E7-59ED-46B7-BCEE-E386AB3584D2}">
  <ds:schemaRefs>
    <ds:schemaRef ds:uri="http://schemas.microsoft.com/office/2006/metadata/properties"/>
    <ds:schemaRef ds:uri="http://schemas.microsoft.com/office/infopath/2007/PartnerControls"/>
    <ds:schemaRef ds:uri="d256ffaf-32c2-4ef8-b6e1-7613ce31a18f"/>
    <ds:schemaRef ds:uri="17d37a4d-1901-487a-8e58-d338e641c525"/>
  </ds:schemaRefs>
</ds:datastoreItem>
</file>

<file path=customXml/itemProps2.xml><?xml version="1.0" encoding="utf-8"?>
<ds:datastoreItem xmlns:ds="http://schemas.openxmlformats.org/officeDocument/2006/customXml" ds:itemID="{233503E1-17B8-4903-B331-2F81863E223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CDE1CA5-2F34-4094-8C41-00D500A9A93A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1</TotalTime>
  <Pages>2</Pages>
  <Words>175</Words>
  <Characters>967</Characters>
  <Application>Microsoft Office Word</Application>
  <DocSecurity>0</DocSecurity>
  <Lines>8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5</cp:revision>
  <cp:lastPrinted>2011-12-15T11:14:00Z</cp:lastPrinted>
  <dcterms:created xsi:type="dcterms:W3CDTF">2023-10-27T14:03:00Z</dcterms:created>
  <dcterms:modified xsi:type="dcterms:W3CDTF">2023-10-27T14:05:00Z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0x0101003D55FDE264B6664C9E7FBDDB3754110B</vt:lpwstr>
  </property>
  <property fmtid="{D5CDD505-2E9C-101B-9397-08002B2CF9AE}" pid="3" name="MediaServiceImageTags">
    <vt:lpwstr/>
  </property>
  <property fmtid="{D5CDD505-2E9C-101B-9397-08002B2CF9AE}" pid="4" name="MSIP_Label_583d9081-ff0c-403e-9495-6ce7896734ce_Enabled">
    <vt:lpwstr>true</vt:lpwstr>
  </property>
  <property fmtid="{D5CDD505-2E9C-101B-9397-08002B2CF9AE}" pid="5" name="MSIP_Label_583d9081-ff0c-403e-9495-6ce7896734ce_SetDate">
    <vt:lpwstr>2023-10-27T14:03:19Z</vt:lpwstr>
  </property>
  <property fmtid="{D5CDD505-2E9C-101B-9397-08002B2CF9AE}" pid="6" name="MSIP_Label_583d9081-ff0c-403e-9495-6ce7896734ce_Method">
    <vt:lpwstr>Standard</vt:lpwstr>
  </property>
  <property fmtid="{D5CDD505-2E9C-101B-9397-08002B2CF9AE}" pid="7" name="MSIP_Label_583d9081-ff0c-403e-9495-6ce7896734ce_Name">
    <vt:lpwstr>583d9081-ff0c-403e-9495-6ce7896734ce</vt:lpwstr>
  </property>
  <property fmtid="{D5CDD505-2E9C-101B-9397-08002B2CF9AE}" pid="8" name="MSIP_Label_583d9081-ff0c-403e-9495-6ce7896734ce_SiteId">
    <vt:lpwstr>49c79685-7e11-437a-bb25-eba58fc041f5</vt:lpwstr>
  </property>
  <property fmtid="{D5CDD505-2E9C-101B-9397-08002B2CF9AE}" pid="9" name="MSIP_Label_583d9081-ff0c-403e-9495-6ce7896734ce_ActionId">
    <vt:lpwstr>990e5c3f-93be-4ada-9627-795d2c1ba01c</vt:lpwstr>
  </property>
  <property fmtid="{D5CDD505-2E9C-101B-9397-08002B2CF9AE}" pid="10" name="MSIP_Label_583d9081-ff0c-403e-9495-6ce7896734ce_ContentBits">
    <vt:lpwstr>0</vt:lpwstr>
  </property>
  <property fmtid="{D5CDD505-2E9C-101B-9397-08002B2CF9AE}" pid="11" name="Order">
    <vt:r8>433300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_SourceUrl">
    <vt:lpwstr/>
  </property>
  <property fmtid="{D5CDD505-2E9C-101B-9397-08002B2CF9AE}" pid="15" name="_SharedFileIndex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</Properties>
</file>